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6D7B0D" w:rsidRPr="006D7B0D">
        <w:rPr>
          <w:b/>
        </w:rPr>
        <w:t>Pravidelná kontrola plynových zařízení v obvodu OŘ Praha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6D7B0D" w:rsidRPr="006D7B0D" w:rsidRDefault="006D7B0D" w:rsidP="00374707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</w:pPr>
      <w:r w:rsidRPr="006D7B0D">
        <w:t>Formulář ČP o splnění základní způsobilosti</w:t>
      </w:r>
    </w:p>
    <w:p w:rsidR="006D7B0D" w:rsidRDefault="00374707" w:rsidP="00374707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</w:pPr>
      <w:r w:rsidRPr="006D7B0D">
        <w:t>Formulář nabídky</w:t>
      </w:r>
    </w:p>
    <w:p w:rsidR="006D7B0D" w:rsidRPr="006D7B0D" w:rsidRDefault="006D7B0D" w:rsidP="006D7B0D">
      <w:pPr>
        <w:pStyle w:val="Odstavecseseznamem"/>
        <w:numPr>
          <w:ilvl w:val="0"/>
          <w:numId w:val="36"/>
        </w:numPr>
      </w:pPr>
      <w:r w:rsidRPr="006D7B0D">
        <w:t>Návrh smlouvy o kontrolní činnosti</w:t>
      </w:r>
    </w:p>
    <w:p w:rsidR="00374707" w:rsidRPr="006D7B0D" w:rsidRDefault="00374707" w:rsidP="006D7B0D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  <w:spacing w:after="0"/>
        <w:ind w:left="1003" w:hanging="357"/>
      </w:pPr>
      <w:r w:rsidRPr="006D7B0D">
        <w:t>Položkový soupis prací s výkazem výměr</w:t>
      </w:r>
    </w:p>
    <w:p w:rsidR="00374707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6D7B0D">
        <w:t>Analýza rizik - OŘ Praha</w:t>
      </w:r>
    </w:p>
    <w:p w:rsidR="006D7B0D" w:rsidRPr="006D7B0D" w:rsidRDefault="006D7B0D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</w:p>
    <w:p w:rsidR="002561BD" w:rsidRPr="006D7B0D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6D7B0D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6D7B0D" w:rsidRPr="006D7B0D">
        <w:rPr>
          <w:b/>
        </w:rPr>
        <w:t>Pravidelná kontrola plynových zařízení v obvodu OŘ Praha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</w:t>
      </w:r>
      <w:proofErr w:type="gramStart"/>
      <w:r w:rsidRPr="00F05536">
        <w:rPr>
          <w:b/>
          <w:bCs/>
        </w:rPr>
        <w:t>DPH:              …</w:t>
      </w:r>
      <w:proofErr w:type="gramEnd"/>
      <w:r w:rsidRPr="00F05536">
        <w:rPr>
          <w:b/>
          <w:bCs/>
        </w:rPr>
        <w:t>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6D7B0D">
        <w:rPr>
          <w:b/>
          <w:bCs/>
        </w:rPr>
        <w:t xml:space="preserve">   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</w:t>
      </w:r>
      <w:proofErr w:type="gramStart"/>
      <w:r w:rsidRPr="00F05536">
        <w:rPr>
          <w:b/>
          <w:bCs/>
        </w:rPr>
        <w:t>DPH           …</w:t>
      </w:r>
      <w:proofErr w:type="gramEnd"/>
      <w:r w:rsidRPr="00F05536">
        <w:rPr>
          <w:b/>
          <w:bCs/>
        </w:rPr>
        <w:t>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6D7B0D">
      <w:pPr>
        <w:pStyle w:val="Zhlav"/>
        <w:tabs>
          <w:tab w:val="clear" w:pos="4536"/>
          <w:tab w:val="left" w:pos="1843"/>
        </w:tabs>
        <w:ind w:left="3119" w:hanging="2835"/>
      </w:pPr>
      <w:r w:rsidRPr="00F05536">
        <w:t xml:space="preserve">Zahájení díla: </w:t>
      </w:r>
      <w:r w:rsidR="006D7B0D">
        <w:rPr>
          <w:b/>
        </w:rPr>
        <w:t>červe</w:t>
      </w:r>
      <w:r w:rsidR="00F05536" w:rsidRPr="00F05536">
        <w:rPr>
          <w:b/>
        </w:rPr>
        <w:t>n</w:t>
      </w:r>
      <w:r w:rsidR="00981E64">
        <w:rPr>
          <w:b/>
        </w:rPr>
        <w:t>ec</w:t>
      </w:r>
      <w:bookmarkStart w:id="0" w:name="_GoBack"/>
      <w:bookmarkEnd w:id="0"/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 </w:t>
      </w:r>
      <w:r w:rsidR="006D7B0D" w:rsidRPr="006D7B0D">
        <w:t>ihned po nabytí účinnosti smlouvy uveřejněním 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6D7B0D">
        <w:rPr>
          <w:b/>
        </w:rPr>
        <w:t>31. srpna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F05536" w:rsidRPr="006D7B0D">
        <w:t xml:space="preserve">kontrolní 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43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43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88D0BF" wp14:editId="32BCE4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88E7C3" wp14:editId="062FDD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43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43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F24780" wp14:editId="5FADEF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EC1B20A" wp14:editId="57D800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D7B0D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E64"/>
    <w:rsid w:val="009833E1"/>
    <w:rsid w:val="00992D9C"/>
    <w:rsid w:val="00996CB8"/>
    <w:rsid w:val="009B14A9"/>
    <w:rsid w:val="009B2E97"/>
    <w:rsid w:val="009D4309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25EB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26CE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sharepoint/v3/fields"/>
    <ds:schemaRef ds:uri="http://www.w3.org/XML/1998/namespace"/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36FF51-7593-4151-A5AF-727CF180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2</Pages>
  <Words>437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2020-06-05T06:49:00Z</cp:lastPrinted>
  <dcterms:created xsi:type="dcterms:W3CDTF">2020-06-04T12:25:00Z</dcterms:created>
  <dcterms:modified xsi:type="dcterms:W3CDTF">2020-06-05T06:49:00Z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